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A5E" w:rsidRPr="001F03D1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E23A5E" w:rsidP="00E23A5E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pacing w:val="1"/>
          <w:kern w:val="0"/>
        </w:rPr>
      </w:pPr>
      <w:r w:rsidRPr="00E23A5E">
        <w:rPr>
          <w:rFonts w:asciiTheme="minorEastAsia" w:eastAsiaTheme="minorEastAsia" w:hAnsiTheme="minorEastAsia" w:hint="eastAsia"/>
          <w:spacing w:val="1"/>
          <w:kern w:val="0"/>
        </w:rPr>
        <w:t xml:space="preserve">　　　　　　　　　　　　　　　　　　　　　　　　</w:t>
      </w:r>
      <w:r w:rsidR="00EB0E81">
        <w:rPr>
          <w:rFonts w:asciiTheme="minorEastAsia" w:eastAsiaTheme="minorEastAsia" w:hAnsiTheme="minorEastAsia" w:hint="eastAsia"/>
          <w:spacing w:val="1"/>
          <w:kern w:val="0"/>
        </w:rPr>
        <w:t>子</w:t>
      </w:r>
      <w:r w:rsidR="009F6699" w:rsidRPr="00E23A5E">
        <w:rPr>
          <w:rFonts w:asciiTheme="minorEastAsia" w:eastAsiaTheme="minorEastAsia" w:hAnsiTheme="minorEastAsia" w:hint="eastAsia"/>
          <w:spacing w:val="1"/>
          <w:kern w:val="0"/>
        </w:rPr>
        <w:t xml:space="preserve">　</w:t>
      </w:r>
      <w:r w:rsidRPr="00E23A5E">
        <w:rPr>
          <w:rFonts w:asciiTheme="minorEastAsia" w:eastAsiaTheme="minorEastAsia" w:hAnsiTheme="minorEastAsia" w:hint="eastAsia"/>
          <w:spacing w:val="1"/>
          <w:kern w:val="0"/>
        </w:rPr>
        <w:t xml:space="preserve">第　</w:t>
      </w:r>
      <w:r w:rsidR="00042FD0" w:rsidRPr="00042FD0">
        <w:rPr>
          <w:rFonts w:asciiTheme="minorEastAsia" w:eastAsiaTheme="minorEastAsia" w:hAnsiTheme="minorEastAsia" w:hint="eastAsia"/>
          <w:spacing w:val="69"/>
          <w:kern w:val="0"/>
          <w:fitText w:val="454" w:id="-1991597824"/>
        </w:rPr>
        <w:t>85</w:t>
      </w:r>
      <w:r w:rsidR="00042FD0" w:rsidRPr="00042FD0">
        <w:rPr>
          <w:rFonts w:asciiTheme="minorEastAsia" w:eastAsiaTheme="minorEastAsia" w:hAnsiTheme="minorEastAsia" w:hint="eastAsia"/>
          <w:spacing w:val="2"/>
          <w:kern w:val="0"/>
          <w:fitText w:val="454" w:id="-1991597824"/>
        </w:rPr>
        <w:t>4</w:t>
      </w:r>
      <w:r>
        <w:rPr>
          <w:rFonts w:asciiTheme="minorEastAsia" w:eastAsiaTheme="minorEastAsia" w:hAnsiTheme="minorEastAsia" w:hint="eastAsia"/>
          <w:spacing w:val="1"/>
          <w:kern w:val="0"/>
        </w:rPr>
        <w:t xml:space="preserve">　号　</w:t>
      </w:r>
    </w:p>
    <w:p w:rsidR="00E23A5E" w:rsidRPr="00E23A5E" w:rsidRDefault="00EC0C01" w:rsidP="00E23A5E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="ＭＳ 明朝" w:hAnsi="ＭＳ 明朝" w:hint="eastAsia"/>
        </w:rPr>
        <w:t>令和</w:t>
      </w:r>
      <w:r w:rsidR="008B6247">
        <w:rPr>
          <w:rFonts w:asciiTheme="minorEastAsia" w:eastAsiaTheme="minorEastAsia" w:hAnsiTheme="minorEastAsia" w:hint="eastAsia"/>
          <w:spacing w:val="1"/>
          <w:kern w:val="0"/>
        </w:rPr>
        <w:t>２</w:t>
      </w:r>
      <w:r w:rsidR="00E23A5E">
        <w:rPr>
          <w:rFonts w:asciiTheme="minorEastAsia" w:eastAsiaTheme="minorEastAsia" w:hAnsiTheme="minorEastAsia" w:hint="eastAsia"/>
          <w:spacing w:val="1"/>
          <w:kern w:val="0"/>
        </w:rPr>
        <w:t>年</w:t>
      </w:r>
      <w:r w:rsidR="008B6247">
        <w:rPr>
          <w:rFonts w:asciiTheme="minorEastAsia" w:eastAsiaTheme="minorEastAsia" w:hAnsiTheme="minorEastAsia" w:hint="eastAsia"/>
          <w:spacing w:val="1"/>
          <w:kern w:val="0"/>
        </w:rPr>
        <w:t>９</w:t>
      </w:r>
      <w:r w:rsidR="00E23A5E">
        <w:rPr>
          <w:rFonts w:asciiTheme="minorEastAsia" w:eastAsiaTheme="minorEastAsia" w:hAnsiTheme="minorEastAsia" w:hint="eastAsia"/>
          <w:spacing w:val="1"/>
          <w:kern w:val="0"/>
        </w:rPr>
        <w:t>月</w:t>
      </w:r>
      <w:r w:rsidR="00042FD0">
        <w:rPr>
          <w:rFonts w:asciiTheme="minorEastAsia" w:eastAsiaTheme="minorEastAsia" w:hAnsiTheme="minorEastAsia" w:hint="eastAsia"/>
          <w:spacing w:val="1"/>
          <w:kern w:val="0"/>
        </w:rPr>
        <w:t>８</w:t>
      </w:r>
      <w:r w:rsidR="00E23A5E">
        <w:rPr>
          <w:rFonts w:asciiTheme="minorEastAsia" w:eastAsiaTheme="minorEastAsia" w:hAnsiTheme="minorEastAsia" w:hint="eastAsia"/>
          <w:spacing w:val="1"/>
          <w:kern w:val="0"/>
        </w:rPr>
        <w:t xml:space="preserve">日　</w:t>
      </w: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 w:rsidRPr="00E23A5E">
        <w:rPr>
          <w:rFonts w:asciiTheme="minorEastAsia" w:eastAsiaTheme="minorEastAsia" w:hAnsiTheme="minorEastAsia" w:hint="eastAsia"/>
          <w:spacing w:val="1"/>
          <w:kern w:val="0"/>
        </w:rPr>
        <w:t xml:space="preserve">　</w:t>
      </w:r>
      <w:r w:rsidR="00ED33CB">
        <w:rPr>
          <w:rFonts w:asciiTheme="minorEastAsia" w:eastAsiaTheme="minorEastAsia" w:hAnsiTheme="minorEastAsia" w:hint="eastAsia"/>
          <w:spacing w:val="1"/>
          <w:kern w:val="0"/>
        </w:rPr>
        <w:t>学事振興課総括課長</w:t>
      </w:r>
      <w:r w:rsidRPr="00E23A5E">
        <w:rPr>
          <w:rFonts w:asciiTheme="minorEastAsia" w:eastAsiaTheme="minorEastAsia" w:hAnsiTheme="minorEastAsia" w:hint="eastAsia"/>
          <w:spacing w:val="1"/>
          <w:kern w:val="0"/>
        </w:rPr>
        <w:t xml:space="preserve">　様</w:t>
      </w: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EB0E81" w:rsidP="00E23A5E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子ども子育て支援</w:t>
      </w:r>
      <w:r w:rsidR="008B6247">
        <w:rPr>
          <w:rFonts w:asciiTheme="minorEastAsia" w:eastAsiaTheme="minorEastAsia" w:hAnsiTheme="minorEastAsia" w:hint="eastAsia"/>
          <w:spacing w:val="1"/>
          <w:kern w:val="0"/>
        </w:rPr>
        <w:t>室</w:t>
      </w:r>
      <w:r w:rsidR="00E23A5E" w:rsidRPr="00E23A5E">
        <w:rPr>
          <w:rFonts w:asciiTheme="minorEastAsia" w:eastAsiaTheme="minorEastAsia" w:hAnsiTheme="minorEastAsia" w:hint="eastAsia"/>
          <w:spacing w:val="1"/>
          <w:kern w:val="0"/>
        </w:rPr>
        <w:t>長</w:t>
      </w:r>
      <w:r w:rsidR="00E23A5E">
        <w:rPr>
          <w:rFonts w:asciiTheme="minorEastAsia" w:eastAsiaTheme="minorEastAsia" w:hAnsiTheme="minorEastAsia" w:hint="eastAsia"/>
          <w:spacing w:val="1"/>
          <w:kern w:val="0"/>
        </w:rPr>
        <w:t xml:space="preserve">　</w:t>
      </w:r>
    </w:p>
    <w:p w:rsidR="00E23A5E" w:rsidRPr="00E23A5E" w:rsidRDefault="00E23A5E" w:rsidP="00E23A5E">
      <w:pPr>
        <w:pStyle w:val="a3"/>
        <w:tabs>
          <w:tab w:val="clear" w:pos="4252"/>
          <w:tab w:val="clear" w:pos="8504"/>
        </w:tabs>
        <w:autoSpaceDE w:val="0"/>
        <w:autoSpaceDN w:val="0"/>
        <w:adjustRightInd/>
        <w:textAlignment w:val="auto"/>
        <w:rPr>
          <w:rFonts w:asciiTheme="minorEastAsia" w:eastAsiaTheme="minorEastAsia" w:hAnsiTheme="minorEastAsia"/>
          <w:spacing w:val="1"/>
          <w:szCs w:val="24"/>
        </w:rPr>
      </w:pP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ED33CB" w:rsidP="00E23A5E">
      <w:pPr>
        <w:autoSpaceDE w:val="0"/>
        <w:autoSpaceDN w:val="0"/>
        <w:jc w:val="center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令和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２</w:t>
      </w:r>
      <w:r>
        <w:rPr>
          <w:rFonts w:asciiTheme="minorEastAsia" w:eastAsiaTheme="minorEastAsia" w:hAnsiTheme="minorEastAsia" w:hint="eastAsia"/>
          <w:spacing w:val="1"/>
          <w:kern w:val="0"/>
        </w:rPr>
        <w:t>年度教育支援体制整備事業費交付金に係る事業の募集</w:t>
      </w:r>
      <w:r w:rsidR="00E23A5E" w:rsidRPr="00E23A5E">
        <w:rPr>
          <w:rFonts w:asciiTheme="minorEastAsia" w:eastAsiaTheme="minorEastAsia" w:hAnsiTheme="minorEastAsia" w:hint="eastAsia"/>
          <w:spacing w:val="1"/>
          <w:kern w:val="0"/>
        </w:rPr>
        <w:t>について</w:t>
      </w:r>
      <w:r>
        <w:rPr>
          <w:rFonts w:asciiTheme="minorEastAsia" w:eastAsiaTheme="minorEastAsia" w:hAnsiTheme="minorEastAsia" w:hint="eastAsia"/>
          <w:spacing w:val="1"/>
          <w:kern w:val="0"/>
        </w:rPr>
        <w:t>（照会）</w:t>
      </w: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 w:rsidRPr="00E23A5E">
        <w:rPr>
          <w:rFonts w:asciiTheme="minorEastAsia" w:eastAsiaTheme="minorEastAsia" w:hAnsiTheme="minorEastAsia" w:hint="eastAsia"/>
          <w:spacing w:val="1"/>
          <w:kern w:val="0"/>
        </w:rPr>
        <w:t xml:space="preserve">　このことについて、</w:t>
      </w:r>
      <w:r w:rsidR="00570F8B">
        <w:rPr>
          <w:rFonts w:asciiTheme="minorEastAsia" w:eastAsiaTheme="minorEastAsia" w:hAnsiTheme="minorEastAsia" w:hint="eastAsia"/>
          <w:spacing w:val="1"/>
          <w:kern w:val="0"/>
        </w:rPr>
        <w:t>令和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２</w:t>
      </w:r>
      <w:r w:rsidR="00570F8B">
        <w:rPr>
          <w:rFonts w:asciiTheme="minorEastAsia" w:eastAsiaTheme="minorEastAsia" w:hAnsiTheme="minorEastAsia" w:hint="eastAsia"/>
          <w:spacing w:val="1"/>
          <w:kern w:val="0"/>
        </w:rPr>
        <w:t>年度に交付金を活用した事業の実施を希望する場合は、教育支援体制整備事業費交付金（認定こども園設置促進事業）交付要綱及び教育支援体制整備事業費交付金（認定こども園設置促進事業）実施要領に基づいて事業計画書を作成し、下記により提出してください。</w:t>
      </w:r>
    </w:p>
    <w:p w:rsidR="00E23A5E" w:rsidRPr="00E23A5E" w:rsidRDefault="00570F8B" w:rsidP="00570F8B">
      <w:pPr>
        <w:autoSpaceDE w:val="0"/>
        <w:autoSpaceDN w:val="0"/>
        <w:jc w:val="center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記</w:t>
      </w:r>
    </w:p>
    <w:p w:rsidR="00E23A5E" w:rsidRPr="00E23A5E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１　対象事業</w:t>
      </w:r>
    </w:p>
    <w:p w:rsidR="00E23A5E" w:rsidRPr="00E23A5E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 xml:space="preserve">　(１)　</w:t>
      </w:r>
      <w:r>
        <w:rPr>
          <w:rFonts w:ascii="ＭＳ 明朝" w:hAnsi="ＭＳ 明朝" w:hint="eastAsia"/>
        </w:rPr>
        <w:t>認定こども園</w:t>
      </w:r>
      <w:r w:rsidR="00940283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への円滑な移行のための準備支援</w:t>
      </w:r>
    </w:p>
    <w:p w:rsidR="00E23A5E" w:rsidRPr="00E23A5E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 xml:space="preserve">　(２)　</w:t>
      </w:r>
      <w:r>
        <w:rPr>
          <w:rFonts w:ascii="ＭＳ 明朝" w:hAnsi="ＭＳ 明朝" w:hint="eastAsia"/>
        </w:rPr>
        <w:t>園務改善のためのＩＣＴ化支援（私立幼稚園に係るもの）</w:t>
      </w:r>
    </w:p>
    <w:p w:rsidR="00E23A5E" w:rsidRPr="00570F8B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２　提出資料</w:t>
      </w:r>
    </w:p>
    <w:p w:rsidR="00E23A5E" w:rsidRPr="00E23A5E" w:rsidRDefault="00570F8B" w:rsidP="00940283">
      <w:pPr>
        <w:autoSpaceDE w:val="0"/>
        <w:autoSpaceDN w:val="0"/>
        <w:ind w:left="1601" w:hangingChars="700" w:hanging="1601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 xml:space="preserve">　(１)　別添１　令和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２</w:t>
      </w:r>
      <w:r>
        <w:rPr>
          <w:rFonts w:asciiTheme="minorEastAsia" w:eastAsiaTheme="minorEastAsia" w:hAnsiTheme="minorEastAsia" w:hint="eastAsia"/>
          <w:spacing w:val="1"/>
          <w:kern w:val="0"/>
        </w:rPr>
        <w:t>年度教育支援体制整備事業費交付金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（認定こども園設置促進事業）</w:t>
      </w:r>
      <w:r>
        <w:rPr>
          <w:rFonts w:asciiTheme="minorEastAsia" w:eastAsiaTheme="minorEastAsia" w:hAnsiTheme="minorEastAsia" w:hint="eastAsia"/>
          <w:spacing w:val="1"/>
          <w:kern w:val="0"/>
        </w:rPr>
        <w:t>事業計画（内訳）</w:t>
      </w:r>
    </w:p>
    <w:p w:rsidR="00E23A5E" w:rsidRPr="00570F8B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 xml:space="preserve">　(２)　実施事業に係る令和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２</w:t>
      </w:r>
      <w:r>
        <w:rPr>
          <w:rFonts w:asciiTheme="minorEastAsia" w:eastAsiaTheme="minorEastAsia" w:hAnsiTheme="minorEastAsia" w:hint="eastAsia"/>
          <w:spacing w:val="1"/>
          <w:kern w:val="0"/>
        </w:rPr>
        <w:t>年度当初予算書</w:t>
      </w: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３　提出方法</w:t>
      </w:r>
    </w:p>
    <w:p w:rsidR="00E23A5E" w:rsidRPr="00E23A5E" w:rsidRDefault="00570F8B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 xml:space="preserve">　　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室代表アドレス（AD0007@pref.iwate.jp）あて</w:t>
      </w:r>
      <w:r w:rsidR="004B53C6">
        <w:rPr>
          <w:rFonts w:asciiTheme="minorEastAsia" w:eastAsiaTheme="minorEastAsia" w:hAnsiTheme="minorEastAsia" w:hint="eastAsia"/>
          <w:spacing w:val="1"/>
          <w:kern w:val="0"/>
        </w:rPr>
        <w:t>電子データ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で提出してください。</w:t>
      </w:r>
    </w:p>
    <w:p w:rsidR="00E23A5E" w:rsidRP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Pr="00E23A5E" w:rsidRDefault="004B53C6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>４　提出期限</w:t>
      </w:r>
    </w:p>
    <w:p w:rsidR="00E23A5E" w:rsidRDefault="004B53C6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r>
        <w:rPr>
          <w:rFonts w:asciiTheme="minorEastAsia" w:eastAsiaTheme="minorEastAsia" w:hAnsiTheme="minorEastAsia" w:hint="eastAsia"/>
          <w:spacing w:val="1"/>
          <w:kern w:val="0"/>
        </w:rPr>
        <w:t xml:space="preserve">　　令和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２</w:t>
      </w:r>
      <w:r>
        <w:rPr>
          <w:rFonts w:asciiTheme="minorEastAsia" w:eastAsiaTheme="minorEastAsia" w:hAnsiTheme="minorEastAsia" w:hint="eastAsia"/>
          <w:spacing w:val="1"/>
          <w:kern w:val="0"/>
        </w:rPr>
        <w:t>年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９</w:t>
      </w:r>
      <w:r>
        <w:rPr>
          <w:rFonts w:asciiTheme="minorEastAsia" w:eastAsiaTheme="minorEastAsia" w:hAnsiTheme="minorEastAsia" w:hint="eastAsia"/>
          <w:spacing w:val="1"/>
          <w:kern w:val="0"/>
        </w:rPr>
        <w:t>月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23</w:t>
      </w:r>
      <w:r>
        <w:rPr>
          <w:rFonts w:asciiTheme="minorEastAsia" w:eastAsiaTheme="minorEastAsia" w:hAnsiTheme="minorEastAsia" w:hint="eastAsia"/>
          <w:spacing w:val="1"/>
          <w:kern w:val="0"/>
        </w:rPr>
        <w:t>日（</w:t>
      </w:r>
      <w:r w:rsidR="00940283">
        <w:rPr>
          <w:rFonts w:asciiTheme="minorEastAsia" w:eastAsiaTheme="minorEastAsia" w:hAnsiTheme="minorEastAsia" w:hint="eastAsia"/>
          <w:spacing w:val="1"/>
          <w:kern w:val="0"/>
        </w:rPr>
        <w:t>水</w:t>
      </w:r>
      <w:r>
        <w:rPr>
          <w:rFonts w:asciiTheme="minorEastAsia" w:eastAsiaTheme="minorEastAsia" w:hAnsiTheme="minorEastAsia" w:hint="eastAsia"/>
          <w:spacing w:val="1"/>
          <w:kern w:val="0"/>
        </w:rPr>
        <w:t>）</w:t>
      </w:r>
    </w:p>
    <w:p w:rsidR="004B53C6" w:rsidRPr="00E23A5E" w:rsidRDefault="004B53C6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E23A5E" w:rsidRDefault="00E23A5E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775AB9" w:rsidRDefault="00775AB9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775AB9" w:rsidRDefault="00775AB9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775AB9" w:rsidRDefault="00775AB9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775AB9" w:rsidRDefault="00775AB9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p w:rsidR="00775AB9" w:rsidRPr="00E23A5E" w:rsidRDefault="00775AB9" w:rsidP="00E23A5E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6"/>
      </w:tblGrid>
      <w:tr w:rsidR="00E23A5E" w:rsidRPr="00E23A5E" w:rsidTr="00940283">
        <w:trPr>
          <w:trHeight w:val="691"/>
          <w:jc w:val="right"/>
        </w:trPr>
        <w:tc>
          <w:tcPr>
            <w:tcW w:w="2666" w:type="dxa"/>
          </w:tcPr>
          <w:p w:rsidR="00E23A5E" w:rsidRPr="00E23A5E" w:rsidRDefault="00E23A5E" w:rsidP="00E23A5E">
            <w:pPr>
              <w:autoSpaceDE w:val="0"/>
              <w:autoSpaceDN w:val="0"/>
              <w:spacing w:line="260" w:lineRule="exact"/>
              <w:rPr>
                <w:rFonts w:asciiTheme="minorEastAsia" w:eastAsiaTheme="minorEastAsia" w:hAnsiTheme="minorEastAsia"/>
                <w:spacing w:val="1"/>
                <w:kern w:val="0"/>
              </w:rPr>
            </w:pPr>
            <w:r w:rsidRPr="00E23A5E">
              <w:rPr>
                <w:rFonts w:asciiTheme="minorEastAsia" w:eastAsiaTheme="minorEastAsia" w:hAnsiTheme="minorEastAsia" w:hint="eastAsia"/>
                <w:spacing w:val="1"/>
                <w:kern w:val="0"/>
              </w:rPr>
              <w:t>担当</w:t>
            </w:r>
          </w:p>
          <w:p w:rsidR="00E23A5E" w:rsidRPr="00E23A5E" w:rsidRDefault="00EB0E81" w:rsidP="00E23A5E">
            <w:pPr>
              <w:autoSpaceDE w:val="0"/>
              <w:autoSpaceDN w:val="0"/>
              <w:spacing w:line="260" w:lineRule="exact"/>
              <w:rPr>
                <w:rFonts w:asciiTheme="minorEastAsia" w:eastAsiaTheme="minorEastAsia" w:hAnsiTheme="minorEastAsia"/>
                <w:spacing w:val="1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pacing w:val="1"/>
                <w:kern w:val="0"/>
              </w:rPr>
              <w:t>子育て支援</w:t>
            </w:r>
            <w:r w:rsidR="00E23A5E" w:rsidRPr="00E23A5E">
              <w:rPr>
                <w:rFonts w:asciiTheme="minorEastAsia" w:eastAsiaTheme="minorEastAsia" w:hAnsiTheme="minorEastAsia" w:hint="eastAsia"/>
                <w:spacing w:val="1"/>
                <w:kern w:val="0"/>
              </w:rPr>
              <w:t>担当　後藤</w:t>
            </w:r>
          </w:p>
          <w:p w:rsidR="00E23A5E" w:rsidRPr="00E23A5E" w:rsidRDefault="004B53C6" w:rsidP="00940283">
            <w:pPr>
              <w:autoSpaceDE w:val="0"/>
              <w:autoSpaceDN w:val="0"/>
              <w:spacing w:line="260" w:lineRule="exact"/>
              <w:rPr>
                <w:rFonts w:asciiTheme="minorEastAsia" w:eastAsiaTheme="minorEastAsia" w:hAnsiTheme="minorEastAsia"/>
                <w:spacing w:val="1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pacing w:val="1"/>
                <w:kern w:val="0"/>
              </w:rPr>
              <w:t>内　線　54</w:t>
            </w:r>
            <w:r w:rsidR="008B6247">
              <w:rPr>
                <w:rFonts w:asciiTheme="minorEastAsia" w:eastAsiaTheme="minorEastAsia" w:hAnsiTheme="minorEastAsia" w:hint="eastAsia"/>
                <w:spacing w:val="1"/>
                <w:kern w:val="0"/>
              </w:rPr>
              <w:t>60</w:t>
            </w:r>
          </w:p>
        </w:tc>
      </w:tr>
    </w:tbl>
    <w:p w:rsidR="004B53C6" w:rsidRDefault="004B53C6" w:rsidP="004B53C6">
      <w:pPr>
        <w:autoSpaceDE w:val="0"/>
        <w:autoSpaceDN w:val="0"/>
        <w:rPr>
          <w:rFonts w:asciiTheme="minorEastAsia" w:eastAsiaTheme="minorEastAsia" w:hAnsiTheme="minorEastAsia"/>
          <w:spacing w:val="1"/>
          <w:kern w:val="0"/>
        </w:rPr>
      </w:pPr>
      <w:bookmarkStart w:id="0" w:name="_GoBack"/>
      <w:bookmarkEnd w:id="0"/>
    </w:p>
    <w:sectPr w:rsidR="004B53C6" w:rsidSect="001F03D1">
      <w:footerReference w:type="default" r:id="rId8"/>
      <w:pgSz w:w="11906" w:h="16838" w:code="9"/>
      <w:pgMar w:top="1701" w:right="1418" w:bottom="1701" w:left="1418" w:header="567" w:footer="567" w:gutter="0"/>
      <w:pgNumType w:start="2"/>
      <w:cols w:space="425"/>
      <w:docGrid w:type="linesAndChars" w:linePitch="335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22" w:rsidRDefault="00BF6A22" w:rsidP="00402C44">
      <w:r>
        <w:separator/>
      </w:r>
    </w:p>
  </w:endnote>
  <w:endnote w:type="continuationSeparator" w:id="0">
    <w:p w:rsidR="00BF6A22" w:rsidRDefault="00BF6A22" w:rsidP="0040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D1" w:rsidRDefault="001F03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22" w:rsidRDefault="00BF6A22" w:rsidP="00402C44">
      <w:r>
        <w:separator/>
      </w:r>
    </w:p>
  </w:footnote>
  <w:footnote w:type="continuationSeparator" w:id="0">
    <w:p w:rsidR="00BF6A22" w:rsidRDefault="00BF6A22" w:rsidP="00402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5477B6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attachedTemplate r:id="rId1"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A22"/>
    <w:rsid w:val="00005D61"/>
    <w:rsid w:val="00042FD0"/>
    <w:rsid w:val="000843A9"/>
    <w:rsid w:val="00093C34"/>
    <w:rsid w:val="000A2C76"/>
    <w:rsid w:val="000E2A6D"/>
    <w:rsid w:val="0013615D"/>
    <w:rsid w:val="00144EFE"/>
    <w:rsid w:val="001A24FF"/>
    <w:rsid w:val="001F03D1"/>
    <w:rsid w:val="00244620"/>
    <w:rsid w:val="0025275B"/>
    <w:rsid w:val="00333897"/>
    <w:rsid w:val="003D3BDA"/>
    <w:rsid w:val="00402C44"/>
    <w:rsid w:val="00464C80"/>
    <w:rsid w:val="004B53C6"/>
    <w:rsid w:val="005502F2"/>
    <w:rsid w:val="00570F8B"/>
    <w:rsid w:val="005D6C51"/>
    <w:rsid w:val="005E5B25"/>
    <w:rsid w:val="00676D66"/>
    <w:rsid w:val="00775AB9"/>
    <w:rsid w:val="007A69C0"/>
    <w:rsid w:val="007B7AED"/>
    <w:rsid w:val="007E25EC"/>
    <w:rsid w:val="00852CE7"/>
    <w:rsid w:val="0087530E"/>
    <w:rsid w:val="00885DDE"/>
    <w:rsid w:val="008B6247"/>
    <w:rsid w:val="008D443B"/>
    <w:rsid w:val="00940283"/>
    <w:rsid w:val="009C0B03"/>
    <w:rsid w:val="009E5761"/>
    <w:rsid w:val="009F6699"/>
    <w:rsid w:val="00A52D17"/>
    <w:rsid w:val="00AA2E7F"/>
    <w:rsid w:val="00AD7146"/>
    <w:rsid w:val="00B325CC"/>
    <w:rsid w:val="00B61884"/>
    <w:rsid w:val="00BA4ACD"/>
    <w:rsid w:val="00BD22EB"/>
    <w:rsid w:val="00BF6A22"/>
    <w:rsid w:val="00C363EC"/>
    <w:rsid w:val="00D310C1"/>
    <w:rsid w:val="00D62CB6"/>
    <w:rsid w:val="00D94C5F"/>
    <w:rsid w:val="00E23A5E"/>
    <w:rsid w:val="00EB0E81"/>
    <w:rsid w:val="00EB4EB3"/>
    <w:rsid w:val="00EC0C01"/>
    <w:rsid w:val="00ED33CB"/>
    <w:rsid w:val="00ED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footer"/>
    <w:basedOn w:val="a"/>
    <w:link w:val="a5"/>
    <w:uiPriority w:val="99"/>
    <w:unhideWhenUsed/>
    <w:rsid w:val="00402C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402C44"/>
    <w:rPr>
      <w:kern w:val="2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02C4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402C44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4B53C6"/>
  </w:style>
  <w:style w:type="character" w:customStyle="1" w:styleId="a9">
    <w:name w:val="日付 (文字)"/>
    <w:basedOn w:val="a0"/>
    <w:link w:val="a8"/>
    <w:uiPriority w:val="99"/>
    <w:semiHidden/>
    <w:rsid w:val="004B53C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footer"/>
    <w:basedOn w:val="a"/>
    <w:link w:val="a5"/>
    <w:uiPriority w:val="99"/>
    <w:unhideWhenUsed/>
    <w:rsid w:val="00402C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402C44"/>
    <w:rPr>
      <w:kern w:val="2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02C4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402C44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4B53C6"/>
  </w:style>
  <w:style w:type="character" w:customStyle="1" w:styleId="a9">
    <w:name w:val="日付 (文字)"/>
    <w:basedOn w:val="a0"/>
    <w:link w:val="a8"/>
    <w:uiPriority w:val="99"/>
    <w:semiHidden/>
    <w:rsid w:val="004B53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17080889\Desktop\H31&#24460;&#34276;&#12501;&#12449;&#12452;&#12523;\&#25991;&#26360;&#20316;&#25104;&#27096;&#24335;&#12304;&#24460;&#34276;&#12305;\04&#20196;&#21644;&#12304;&#28155;&#26360;&#20184;&#19968;&#33324;&#27096;&#24335;&#12305;&#25285;&#24403;&#20869;&#22238;&#35696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04令和【添書付一般様式】担当内回議</Template>
  <TotalTime>0</TotalTime>
  <Pages>1</Pages>
  <Words>393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>岩手県庁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creator>子育て支援担当です</dc:creator>
  <cp:lastModifiedBy>子育て支援担当です</cp:lastModifiedBy>
  <cp:revision>2</cp:revision>
  <cp:lastPrinted>2016-01-14T00:09:00Z</cp:lastPrinted>
  <dcterms:created xsi:type="dcterms:W3CDTF">2020-09-09T01:34:00Z</dcterms:created>
  <dcterms:modified xsi:type="dcterms:W3CDTF">2020-09-09T01:34:00Z</dcterms:modified>
</cp:coreProperties>
</file>