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34A" w:rsidRPr="004A5010" w:rsidRDefault="00BD1777" w:rsidP="00A9534A">
      <w:pPr>
        <w:ind w:rightChars="130" w:right="272"/>
        <w:jc w:val="right"/>
        <w:rPr>
          <w:rFonts w:ascii="ＭＳ 明朝" w:eastAsia="ＭＳ 明朝" w:hAnsi="ＭＳ 明朝"/>
          <w:sz w:val="21"/>
        </w:rPr>
      </w:pPr>
      <w:r w:rsidRPr="00BD1777">
        <w:rPr>
          <w:rFonts w:ascii="ＭＳ 明朝" w:eastAsia="ＭＳ 明朝" w:hAnsi="ＭＳ 明朝" w:hint="eastAsia"/>
          <w:spacing w:val="92"/>
          <w:kern w:val="0"/>
          <w:sz w:val="21"/>
          <w:fitText w:val="2190" w:id="-1746620668"/>
        </w:rPr>
        <w:t>教学第842</w:t>
      </w:r>
      <w:r w:rsidR="00A9534A" w:rsidRPr="00BD1777">
        <w:rPr>
          <w:rFonts w:ascii="ＭＳ 明朝" w:eastAsia="ＭＳ 明朝" w:hAnsi="ＭＳ 明朝" w:hint="eastAsia"/>
          <w:spacing w:val="5"/>
          <w:kern w:val="0"/>
          <w:sz w:val="21"/>
          <w:fitText w:val="2190" w:id="-1746620668"/>
        </w:rPr>
        <w:t>号</w:t>
      </w:r>
    </w:p>
    <w:p w:rsidR="00A9534A" w:rsidRPr="004A5010" w:rsidRDefault="00BD1777" w:rsidP="00A9534A">
      <w:pPr>
        <w:ind w:rightChars="130" w:right="272"/>
        <w:jc w:val="right"/>
        <w:rPr>
          <w:rFonts w:ascii="ＭＳ 明朝" w:eastAsia="ＭＳ 明朝" w:hAnsi="ＭＳ 明朝"/>
          <w:kern w:val="0"/>
          <w:sz w:val="21"/>
        </w:rPr>
      </w:pPr>
      <w:r w:rsidRPr="00BD1777">
        <w:rPr>
          <w:rFonts w:ascii="ＭＳ 明朝" w:eastAsia="ＭＳ 明朝" w:hAnsi="ＭＳ 明朝" w:hint="eastAsia"/>
          <w:spacing w:val="36"/>
          <w:kern w:val="0"/>
          <w:sz w:val="21"/>
          <w:fitText w:val="2190" w:id="-1746620667"/>
        </w:rPr>
        <w:t>令和３年８月</w:t>
      </w:r>
      <w:r>
        <w:rPr>
          <w:rFonts w:ascii="ＭＳ 明朝" w:eastAsia="ＭＳ 明朝" w:hAnsi="ＭＳ 明朝" w:hint="eastAsia"/>
          <w:spacing w:val="36"/>
          <w:kern w:val="0"/>
          <w:sz w:val="21"/>
          <w:fitText w:val="2190" w:id="-1746620667"/>
        </w:rPr>
        <w:t>３</w:t>
      </w:r>
      <w:bookmarkStart w:id="0" w:name="_GoBack"/>
      <w:bookmarkEnd w:id="0"/>
      <w:r w:rsidR="00A9534A" w:rsidRPr="00BD1777">
        <w:rPr>
          <w:rFonts w:ascii="ＭＳ 明朝" w:eastAsia="ＭＳ 明朝" w:hAnsi="ＭＳ 明朝" w:hint="eastAsia"/>
          <w:spacing w:val="3"/>
          <w:kern w:val="0"/>
          <w:sz w:val="21"/>
          <w:fitText w:val="2190" w:id="-1746620667"/>
        </w:rPr>
        <w:t>日</w:t>
      </w:r>
    </w:p>
    <w:p w:rsidR="003E03D4" w:rsidRDefault="003E03D4" w:rsidP="003E03D4">
      <w:pPr>
        <w:rPr>
          <w:rFonts w:ascii="ＭＳ 明朝" w:eastAsia="ＭＳ 明朝" w:hAnsi="ＭＳ 明朝"/>
          <w:sz w:val="21"/>
        </w:rPr>
      </w:pPr>
    </w:p>
    <w:p w:rsidR="003E03D4" w:rsidRDefault="003E03D4" w:rsidP="003E03D4">
      <w:pPr>
        <w:ind w:firstLineChars="100" w:firstLine="219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学事振興課総括課長　様</w:t>
      </w:r>
    </w:p>
    <w:p w:rsidR="003E03D4" w:rsidRDefault="003E03D4" w:rsidP="003E03D4">
      <w:pPr>
        <w:rPr>
          <w:rFonts w:ascii="ＭＳ 明朝" w:eastAsia="ＭＳ 明朝" w:hAnsi="ＭＳ 明朝"/>
          <w:sz w:val="21"/>
        </w:rPr>
      </w:pPr>
    </w:p>
    <w:p w:rsidR="003E03D4" w:rsidRDefault="003E03D4" w:rsidP="003E03D4">
      <w:pPr>
        <w:pStyle w:val="a6"/>
        <w:wordWrap w:val="0"/>
        <w:ind w:right="219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kern w:val="0"/>
          <w:sz w:val="21"/>
        </w:rPr>
        <w:t xml:space="preserve">　</w:t>
      </w:r>
    </w:p>
    <w:p w:rsidR="003E03D4" w:rsidRDefault="002C29C1" w:rsidP="00A9534A">
      <w:pPr>
        <w:pStyle w:val="a6"/>
        <w:ind w:right="219"/>
        <w:rPr>
          <w:rFonts w:ascii="ＭＳ 明朝" w:eastAsia="ＭＳ 明朝" w:hAnsi="ＭＳ 明朝"/>
          <w:sz w:val="21"/>
        </w:rPr>
      </w:pPr>
      <w:r w:rsidRPr="00A9534A">
        <w:rPr>
          <w:rFonts w:ascii="ＭＳ 明朝" w:eastAsia="ＭＳ 明朝" w:hAnsi="ＭＳ 明朝" w:hint="eastAsia"/>
          <w:kern w:val="0"/>
          <w:sz w:val="21"/>
        </w:rPr>
        <w:t>学校教育</w:t>
      </w:r>
      <w:r w:rsidR="00A9534A">
        <w:rPr>
          <w:rFonts w:ascii="ＭＳ 明朝" w:eastAsia="ＭＳ 明朝" w:hAnsi="ＭＳ 明朝" w:hint="eastAsia"/>
          <w:kern w:val="0"/>
          <w:sz w:val="21"/>
        </w:rPr>
        <w:t>室</w:t>
      </w:r>
      <w:r w:rsidR="003E03D4" w:rsidRPr="00A9534A">
        <w:rPr>
          <w:rFonts w:ascii="ＭＳ 明朝" w:eastAsia="ＭＳ 明朝" w:hAnsi="ＭＳ 明朝" w:hint="eastAsia"/>
          <w:kern w:val="0"/>
          <w:sz w:val="21"/>
        </w:rPr>
        <w:t>長</w:t>
      </w:r>
    </w:p>
    <w:p w:rsidR="00A0617A" w:rsidRDefault="00A0617A" w:rsidP="004C3024">
      <w:pPr>
        <w:rPr>
          <w:rFonts w:ascii="ＭＳ 明朝" w:eastAsia="ＭＳ 明朝" w:hAnsi="ＭＳ 明朝"/>
          <w:sz w:val="21"/>
        </w:rPr>
      </w:pPr>
    </w:p>
    <w:p w:rsidR="003E03D4" w:rsidRDefault="003E03D4" w:rsidP="004C3024">
      <w:pPr>
        <w:rPr>
          <w:rFonts w:ascii="ＭＳ 明朝" w:eastAsia="ＭＳ 明朝" w:hAnsi="ＭＳ 明朝"/>
          <w:sz w:val="21"/>
        </w:rPr>
      </w:pPr>
    </w:p>
    <w:p w:rsidR="00A878F1" w:rsidRPr="00A0617A" w:rsidRDefault="004D46DE" w:rsidP="00A0617A">
      <w:pPr>
        <w:tabs>
          <w:tab w:val="left" w:pos="964"/>
          <w:tab w:val="left" w:pos="1930"/>
          <w:tab w:val="left" w:pos="2894"/>
          <w:tab w:val="left" w:pos="3860"/>
          <w:tab w:val="left" w:pos="4824"/>
          <w:tab w:val="left" w:pos="5790"/>
          <w:tab w:val="left" w:pos="6754"/>
          <w:tab w:val="left" w:pos="7720"/>
          <w:tab w:val="left" w:pos="8684"/>
        </w:tabs>
        <w:spacing w:line="276" w:lineRule="auto"/>
        <w:ind w:leftChars="300" w:left="627" w:rightChars="241" w:right="504"/>
        <w:jc w:val="left"/>
        <w:textAlignment w:val="baseline"/>
        <w:rPr>
          <w:rFonts w:ascii="ＭＳ 明朝" w:eastAsia="ＭＳ 明朝" w:hAnsi="Times New Roman"/>
          <w:color w:val="000000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9534A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A0617A" w:rsidRPr="009610DE">
        <w:rPr>
          <w:rFonts w:ascii="ＭＳ 明朝" w:eastAsia="ＭＳ 明朝" w:hAnsi="ＭＳ 明朝" w:cs="ＭＳ 明朝" w:hint="eastAsia"/>
          <w:color w:val="000000"/>
          <w:kern w:val="0"/>
          <w:sz w:val="21"/>
          <w:szCs w:val="21"/>
        </w:rPr>
        <w:t>年度使用教科書に係る音声教材の需要数調査について（依頼）</w:t>
      </w:r>
    </w:p>
    <w:p w:rsidR="00C64146" w:rsidRPr="00C64146" w:rsidRDefault="004C3024" w:rsidP="003E03D4">
      <w:pPr>
        <w:rPr>
          <w:rFonts w:ascii="ＭＳ 明朝" w:eastAsia="ＭＳ 明朝" w:hAnsi="Times New Roman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hint="eastAsia"/>
          <w:sz w:val="21"/>
        </w:rPr>
        <w:t xml:space="preserve">　このことについて、別添</w:t>
      </w:r>
      <w:r w:rsidR="00A72CD4">
        <w:rPr>
          <w:rFonts w:ascii="ＭＳ 明朝" w:eastAsia="ＭＳ 明朝" w:hAnsi="ＭＳ 明朝" w:hint="eastAsia"/>
          <w:sz w:val="21"/>
        </w:rPr>
        <w:t>写し</w:t>
      </w:r>
      <w:r w:rsidR="00930A1D">
        <w:rPr>
          <w:rFonts w:ascii="ＭＳ 明朝" w:eastAsia="ＭＳ 明朝" w:hAnsi="ＭＳ 明朝" w:hint="eastAsia"/>
          <w:sz w:val="21"/>
        </w:rPr>
        <w:t>のとおり文部科学省初等中等教育局教科書課</w:t>
      </w:r>
      <w:r w:rsidR="00A0617A">
        <w:rPr>
          <w:rFonts w:ascii="ＭＳ 明朝" w:eastAsia="ＭＳ 明朝" w:hAnsi="ＭＳ 明朝" w:hint="eastAsia"/>
          <w:sz w:val="21"/>
        </w:rPr>
        <w:t>から</w:t>
      </w:r>
      <w:r w:rsidR="003E03D4">
        <w:rPr>
          <w:rFonts w:ascii="ＭＳ 明朝" w:eastAsia="ＭＳ 明朝" w:hAnsi="ＭＳ 明朝" w:hint="eastAsia"/>
          <w:sz w:val="21"/>
        </w:rPr>
        <w:t>依頼がありましたので、各私立小・中学校への依頼をお願いします。</w:t>
      </w:r>
    </w:p>
    <w:p w:rsidR="00256E3D" w:rsidRPr="00C64146" w:rsidRDefault="00256E3D" w:rsidP="00256E3D">
      <w:pPr>
        <w:spacing w:line="276" w:lineRule="auto"/>
        <w:rPr>
          <w:rFonts w:ascii="ＭＳ 明朝" w:eastAsia="ＭＳ 明朝" w:hAnsi="ＭＳ 明朝"/>
          <w:sz w:val="21"/>
        </w:rPr>
      </w:pPr>
    </w:p>
    <w:p w:rsidR="00256E3D" w:rsidRPr="00930A1D" w:rsidRDefault="00256E3D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Pr="00C62F45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Pr="00C64146" w:rsidRDefault="00C64146" w:rsidP="00C64146">
      <w:pPr>
        <w:rPr>
          <w:rFonts w:ascii="ＭＳ 明朝" w:eastAsia="ＭＳ 明朝" w:hAnsi="ＭＳ 明朝"/>
          <w:sz w:val="21"/>
        </w:rPr>
      </w:pPr>
    </w:p>
    <w:p w:rsidR="00C64146" w:rsidRDefault="00C64146" w:rsidP="00C64146">
      <w:pPr>
        <w:rPr>
          <w:rFonts w:ascii="ＭＳ 明朝" w:eastAsia="ＭＳ 明朝" w:hAnsi="ＭＳ 明朝"/>
          <w:sz w:val="21"/>
        </w:rPr>
      </w:pPr>
    </w:p>
    <w:p w:rsidR="00A0617A" w:rsidRDefault="00A9534A" w:rsidP="00C64146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Times New Roman"/>
          <w:noProof/>
          <w:color w:val="000000"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8FED8" wp14:editId="7E358B1E">
                <wp:simplePos x="0" y="0"/>
                <wp:positionH relativeFrom="column">
                  <wp:posOffset>2809875</wp:posOffset>
                </wp:positionH>
                <wp:positionV relativeFrom="paragraph">
                  <wp:posOffset>110490</wp:posOffset>
                </wp:positionV>
                <wp:extent cx="2562225" cy="108585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 xml:space="preserve">特別支援教育担当　</w:t>
                            </w:r>
                          </w:p>
                          <w:p w:rsidR="00A9534A" w:rsidRPr="00673AB6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150" w:firstLine="314"/>
                            </w:pPr>
                            <w:r>
                              <w:rPr>
                                <w:rFonts w:hint="eastAsia"/>
                              </w:rPr>
                              <w:t>主任指導主事　　五安城</w:t>
                            </w:r>
                            <w:r>
                              <w:t>正敏</w:t>
                            </w:r>
                          </w:p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05"/>
                              <w:rPr>
                                <w:rFonts w:hAnsi="Times New Roman"/>
                                <w:spacing w:val="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019-629-614</w:t>
                            </w:r>
                            <w:r>
                              <w:rPr>
                                <w:rFonts w:hint="eastAsia"/>
                              </w:rPr>
                              <w:t>3（直通）</w:t>
                            </w:r>
                          </w:p>
                          <w:p w:rsidR="00A9534A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25"/>
                              <w:rPr>
                                <w:rFonts w:hAnsi="Times New Roman"/>
                                <w:spacing w:val="6"/>
                              </w:rPr>
                            </w:pP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eq \o\ad(</w:instrText>
                            </w:r>
                            <w:r>
                              <w:instrText>FAX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hAnsi="Times New Roman" w:hint="eastAsia"/>
                              </w:rPr>
                              <w:instrText xml:space="preserve">　　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t>FAX</w: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019-629-6144</w:t>
                            </w:r>
                          </w:p>
                          <w:p w:rsidR="00A9534A" w:rsidRDefault="00A9534A" w:rsidP="00A9534A">
                            <w:pPr>
                              <w:snapToGrid w:val="0"/>
                              <w:ind w:firstLineChars="50" w:firstLine="125"/>
                            </w:pP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t>Email</w:t>
                            </w:r>
                            <w:r>
                              <w:rPr>
                                <w:rFonts w:hAnsi="Times New Roman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Ansi="Times New Roman"/>
                                <w:sz w:val="24"/>
                                <w:szCs w:val="24"/>
                              </w:rPr>
                              <w:t>m-inagi</w:t>
                            </w:r>
                            <w:r w:rsidRPr="006B411D">
                              <w:rPr>
                                <w:rFonts w:hAnsi="Times New Roman" w:hint="eastAsia"/>
                                <w:sz w:val="24"/>
                                <w:szCs w:val="24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8FE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21.25pt;margin-top:8.7pt;width:201.75pt;height: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">
                <v:textbox inset="5.85pt,.7pt,5.85pt,.7pt">
                  <w:txbxContent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 xml:space="preserve">特別支援教育担当　</w:t>
                      </w:r>
                    </w:p>
                    <w:p w:rsidR="00A9534A" w:rsidRPr="00673AB6" w:rsidRDefault="00A9534A" w:rsidP="00A9534A">
                      <w:pPr>
                        <w:kinsoku w:val="0"/>
                        <w:overflowPunct w:val="0"/>
                        <w:snapToGrid w:val="0"/>
                        <w:ind w:firstLineChars="150" w:firstLine="314"/>
                      </w:pPr>
                      <w:r>
                        <w:rPr>
                          <w:rFonts w:hint="eastAsia"/>
                        </w:rPr>
                        <w:t>主任指導主事　　五安城</w:t>
                      </w:r>
                      <w:r>
                        <w:t>正敏</w:t>
                      </w:r>
                    </w:p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05"/>
                        <w:rPr>
                          <w:rFonts w:hAnsi="Times New Roman"/>
                          <w:spacing w:val="6"/>
                        </w:rPr>
                      </w:pPr>
                      <w:r>
                        <w:rPr>
                          <w:rFonts w:hint="eastAsia"/>
                        </w:rPr>
                        <w:t>電話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019-629-614</w:t>
                      </w:r>
                      <w:r>
                        <w:rPr>
                          <w:rFonts w:hint="eastAsia"/>
                        </w:rPr>
                        <w:t>3（直通）</w:t>
                      </w:r>
                    </w:p>
                    <w:p w:rsidR="00A9534A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25"/>
                        <w:rPr>
                          <w:rFonts w:hAnsi="Times New Roman"/>
                          <w:spacing w:val="6"/>
                        </w:rPr>
                      </w:pP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eq \o\ad(</w:instrText>
                      </w:r>
                      <w:r>
                        <w:instrText>FAX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,</w:instrText>
                      </w:r>
                      <w:r>
                        <w:rPr>
                          <w:rFonts w:hAnsi="Times New Roman" w:hint="eastAsia"/>
                        </w:rPr>
                        <w:instrText xml:space="preserve">　　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instrText>)</w:instrTex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separate"/>
                      </w:r>
                      <w:r>
                        <w:t>FAX</w: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fldChar w:fldCharType="end"/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019-629-6144</w:t>
                      </w:r>
                    </w:p>
                    <w:p w:rsidR="00A9534A" w:rsidRDefault="00A9534A" w:rsidP="00A9534A">
                      <w:pPr>
                        <w:snapToGrid w:val="0"/>
                        <w:ind w:firstLineChars="50" w:firstLine="125"/>
                      </w:pPr>
                      <w:r>
                        <w:rPr>
                          <w:rFonts w:hAnsi="Times New Roman"/>
                          <w:sz w:val="24"/>
                          <w:szCs w:val="24"/>
                        </w:rPr>
                        <w:t>Email</w:t>
                      </w:r>
                      <w:r>
                        <w:rPr>
                          <w:rFonts w:hAnsi="Times New Roman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Ansi="Times New Roman"/>
                          <w:sz w:val="24"/>
                          <w:szCs w:val="24"/>
                        </w:rPr>
                        <w:t>m-inagi</w:t>
                      </w:r>
                      <w:r w:rsidRPr="006B411D">
                        <w:rPr>
                          <w:rFonts w:hAnsi="Times New Roman" w:hint="eastAsia"/>
                          <w:sz w:val="24"/>
                          <w:szCs w:val="24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p w:rsidR="00A0617A" w:rsidRDefault="00A0617A" w:rsidP="00C64146">
      <w:pPr>
        <w:rPr>
          <w:rFonts w:ascii="ＭＳ 明朝" w:eastAsia="ＭＳ 明朝" w:hAnsi="ＭＳ 明朝"/>
          <w:sz w:val="21"/>
        </w:rPr>
      </w:pPr>
    </w:p>
    <w:p w:rsidR="003E03D4" w:rsidRDefault="003E03D4" w:rsidP="00C64146">
      <w:pPr>
        <w:rPr>
          <w:rFonts w:ascii="ＭＳ 明朝" w:eastAsia="ＭＳ 明朝" w:hAnsi="ＭＳ 明朝"/>
          <w:sz w:val="21"/>
        </w:rPr>
      </w:pPr>
    </w:p>
    <w:p w:rsidR="003E03D4" w:rsidRDefault="003E03D4" w:rsidP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p w:rsidR="00C64146" w:rsidRDefault="00C64146">
      <w:pPr>
        <w:rPr>
          <w:rFonts w:ascii="ＭＳ 明朝" w:eastAsia="ＭＳ 明朝" w:hAnsi="ＭＳ 明朝"/>
          <w:sz w:val="21"/>
        </w:rPr>
      </w:pPr>
    </w:p>
    <w:sectPr w:rsidR="00C64146" w:rsidSect="002C29C1">
      <w:pgSz w:w="11906" w:h="16838" w:code="9"/>
      <w:pgMar w:top="1985" w:right="1701" w:bottom="1701" w:left="1701" w:header="1077" w:footer="851" w:gutter="0"/>
      <w:cols w:space="425"/>
      <w:docGrid w:type="linesAndChars" w:linePitch="307" w:charSpace="18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0D1" w:rsidRDefault="00A040D1" w:rsidP="0047317A">
      <w:r>
        <w:separator/>
      </w:r>
    </w:p>
  </w:endnote>
  <w:endnote w:type="continuationSeparator" w:id="0">
    <w:p w:rsidR="00A040D1" w:rsidRDefault="00A040D1" w:rsidP="0047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リュウミンライト−ＫＬ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0D1" w:rsidRDefault="00A040D1" w:rsidP="0047317A">
      <w:r>
        <w:separator/>
      </w:r>
    </w:p>
  </w:footnote>
  <w:footnote w:type="continuationSeparator" w:id="0">
    <w:p w:rsidR="00A040D1" w:rsidRDefault="00A040D1" w:rsidP="00473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numFmt w:val="bullet"/>
      <w:lvlText w:val="□"/>
      <w:lvlJc w:val="left"/>
      <w:pPr>
        <w:tabs>
          <w:tab w:val="num" w:pos="220"/>
        </w:tabs>
        <w:ind w:left="220" w:hanging="220"/>
      </w:pPr>
      <w:rPr>
        <w:rFonts w:hint="eastAsia"/>
      </w:rPr>
    </w:lvl>
  </w:abstractNum>
  <w:abstractNum w:abstractNumId="1" w15:restartNumberingAfterBreak="0">
    <w:nsid w:val="22497A54"/>
    <w:multiLevelType w:val="hybridMultilevel"/>
    <w:tmpl w:val="7F06A3CC"/>
    <w:lvl w:ilvl="0" w:tplc="F08234E4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458E1DFC"/>
    <w:multiLevelType w:val="hybridMultilevel"/>
    <w:tmpl w:val="024A2F2C"/>
    <w:lvl w:ilvl="0" w:tplc="8E6C3D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209"/>
  <w:drawingGridVerticalSpacing w:val="307"/>
  <w:displayHorizontalDrawingGridEvery w:val="0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7A"/>
    <w:rsid w:val="00001F73"/>
    <w:rsid w:val="0000267E"/>
    <w:rsid w:val="000209AC"/>
    <w:rsid w:val="0002158A"/>
    <w:rsid w:val="00031D33"/>
    <w:rsid w:val="0004693B"/>
    <w:rsid w:val="0005398F"/>
    <w:rsid w:val="00053DFF"/>
    <w:rsid w:val="000603C0"/>
    <w:rsid w:val="00063D61"/>
    <w:rsid w:val="000B13F5"/>
    <w:rsid w:val="000C158C"/>
    <w:rsid w:val="000C2C83"/>
    <w:rsid w:val="000C634C"/>
    <w:rsid w:val="000E37C7"/>
    <w:rsid w:val="00115FEF"/>
    <w:rsid w:val="00123475"/>
    <w:rsid w:val="00131E80"/>
    <w:rsid w:val="001B397A"/>
    <w:rsid w:val="001C3770"/>
    <w:rsid w:val="001C3F07"/>
    <w:rsid w:val="001C5291"/>
    <w:rsid w:val="001D5252"/>
    <w:rsid w:val="0025073F"/>
    <w:rsid w:val="00256E3D"/>
    <w:rsid w:val="00263DBA"/>
    <w:rsid w:val="0026475D"/>
    <w:rsid w:val="002C281B"/>
    <w:rsid w:val="002C29C1"/>
    <w:rsid w:val="002E54ED"/>
    <w:rsid w:val="002F51D3"/>
    <w:rsid w:val="00300D81"/>
    <w:rsid w:val="00307F96"/>
    <w:rsid w:val="00332056"/>
    <w:rsid w:val="00343201"/>
    <w:rsid w:val="00352718"/>
    <w:rsid w:val="00392871"/>
    <w:rsid w:val="003A1E83"/>
    <w:rsid w:val="003B7A3B"/>
    <w:rsid w:val="003C01C4"/>
    <w:rsid w:val="003D5FC7"/>
    <w:rsid w:val="003E03D4"/>
    <w:rsid w:val="003F6AC2"/>
    <w:rsid w:val="003F74AC"/>
    <w:rsid w:val="00415640"/>
    <w:rsid w:val="00431371"/>
    <w:rsid w:val="00435227"/>
    <w:rsid w:val="00440F71"/>
    <w:rsid w:val="004570F4"/>
    <w:rsid w:val="0047317A"/>
    <w:rsid w:val="0048635E"/>
    <w:rsid w:val="004A20FD"/>
    <w:rsid w:val="004C3024"/>
    <w:rsid w:val="004D46DE"/>
    <w:rsid w:val="004E4820"/>
    <w:rsid w:val="004E4E9F"/>
    <w:rsid w:val="004F450A"/>
    <w:rsid w:val="005007D2"/>
    <w:rsid w:val="00514096"/>
    <w:rsid w:val="005801E8"/>
    <w:rsid w:val="0058329C"/>
    <w:rsid w:val="00584EAE"/>
    <w:rsid w:val="00585435"/>
    <w:rsid w:val="005B3F69"/>
    <w:rsid w:val="005B5F02"/>
    <w:rsid w:val="005C1027"/>
    <w:rsid w:val="005D266D"/>
    <w:rsid w:val="005D5742"/>
    <w:rsid w:val="005E7F2D"/>
    <w:rsid w:val="00614057"/>
    <w:rsid w:val="006250ED"/>
    <w:rsid w:val="006340A6"/>
    <w:rsid w:val="00637653"/>
    <w:rsid w:val="00640908"/>
    <w:rsid w:val="00656C27"/>
    <w:rsid w:val="00657A1D"/>
    <w:rsid w:val="00671096"/>
    <w:rsid w:val="006E16E8"/>
    <w:rsid w:val="006F0332"/>
    <w:rsid w:val="006F1E0A"/>
    <w:rsid w:val="00702135"/>
    <w:rsid w:val="0070630E"/>
    <w:rsid w:val="007422DC"/>
    <w:rsid w:val="007562A9"/>
    <w:rsid w:val="007564A2"/>
    <w:rsid w:val="007578AD"/>
    <w:rsid w:val="007628C2"/>
    <w:rsid w:val="007856A6"/>
    <w:rsid w:val="007A7547"/>
    <w:rsid w:val="007B37C2"/>
    <w:rsid w:val="007C0958"/>
    <w:rsid w:val="007E1596"/>
    <w:rsid w:val="007F2679"/>
    <w:rsid w:val="007F49A0"/>
    <w:rsid w:val="007F7F71"/>
    <w:rsid w:val="008026DA"/>
    <w:rsid w:val="00831773"/>
    <w:rsid w:val="00862BC5"/>
    <w:rsid w:val="00890D19"/>
    <w:rsid w:val="008A7EF2"/>
    <w:rsid w:val="008B747D"/>
    <w:rsid w:val="008C5091"/>
    <w:rsid w:val="008C6637"/>
    <w:rsid w:val="008E23C4"/>
    <w:rsid w:val="008F2A0E"/>
    <w:rsid w:val="008F2C15"/>
    <w:rsid w:val="008F7540"/>
    <w:rsid w:val="009213DE"/>
    <w:rsid w:val="00921B1C"/>
    <w:rsid w:val="00930A1D"/>
    <w:rsid w:val="00931B83"/>
    <w:rsid w:val="009467B0"/>
    <w:rsid w:val="00964C12"/>
    <w:rsid w:val="00971078"/>
    <w:rsid w:val="0098355B"/>
    <w:rsid w:val="009A360A"/>
    <w:rsid w:val="009F4DE3"/>
    <w:rsid w:val="009F7BBD"/>
    <w:rsid w:val="00A03E04"/>
    <w:rsid w:val="00A040D1"/>
    <w:rsid w:val="00A0617A"/>
    <w:rsid w:val="00A12E35"/>
    <w:rsid w:val="00A2592C"/>
    <w:rsid w:val="00A3010F"/>
    <w:rsid w:val="00A51041"/>
    <w:rsid w:val="00A72CD4"/>
    <w:rsid w:val="00A76DDC"/>
    <w:rsid w:val="00A863E7"/>
    <w:rsid w:val="00A878F1"/>
    <w:rsid w:val="00A9534A"/>
    <w:rsid w:val="00A95DE8"/>
    <w:rsid w:val="00A9740A"/>
    <w:rsid w:val="00AC01B2"/>
    <w:rsid w:val="00AD16B9"/>
    <w:rsid w:val="00B04454"/>
    <w:rsid w:val="00B10577"/>
    <w:rsid w:val="00B20FF7"/>
    <w:rsid w:val="00B445F8"/>
    <w:rsid w:val="00B47AC4"/>
    <w:rsid w:val="00B50DC5"/>
    <w:rsid w:val="00B50DD4"/>
    <w:rsid w:val="00B51C79"/>
    <w:rsid w:val="00B533D3"/>
    <w:rsid w:val="00B60DFD"/>
    <w:rsid w:val="00B93B68"/>
    <w:rsid w:val="00B976C8"/>
    <w:rsid w:val="00BA6921"/>
    <w:rsid w:val="00BC705E"/>
    <w:rsid w:val="00BD1777"/>
    <w:rsid w:val="00BD199C"/>
    <w:rsid w:val="00BD3985"/>
    <w:rsid w:val="00C07B01"/>
    <w:rsid w:val="00C14BC4"/>
    <w:rsid w:val="00C1679C"/>
    <w:rsid w:val="00C17374"/>
    <w:rsid w:val="00C51B19"/>
    <w:rsid w:val="00C53978"/>
    <w:rsid w:val="00C62F45"/>
    <w:rsid w:val="00C64146"/>
    <w:rsid w:val="00C7095A"/>
    <w:rsid w:val="00C8701D"/>
    <w:rsid w:val="00C94A8C"/>
    <w:rsid w:val="00C97282"/>
    <w:rsid w:val="00CF33DD"/>
    <w:rsid w:val="00D1608B"/>
    <w:rsid w:val="00D16319"/>
    <w:rsid w:val="00D331EB"/>
    <w:rsid w:val="00D524B9"/>
    <w:rsid w:val="00D63BF7"/>
    <w:rsid w:val="00D749A5"/>
    <w:rsid w:val="00D76229"/>
    <w:rsid w:val="00D76A4B"/>
    <w:rsid w:val="00DA60BF"/>
    <w:rsid w:val="00DD019C"/>
    <w:rsid w:val="00DD06A5"/>
    <w:rsid w:val="00DE65E4"/>
    <w:rsid w:val="00DE673D"/>
    <w:rsid w:val="00E00117"/>
    <w:rsid w:val="00E03FBC"/>
    <w:rsid w:val="00E116D0"/>
    <w:rsid w:val="00E23832"/>
    <w:rsid w:val="00E625B3"/>
    <w:rsid w:val="00E6520B"/>
    <w:rsid w:val="00E769E7"/>
    <w:rsid w:val="00E93639"/>
    <w:rsid w:val="00E96891"/>
    <w:rsid w:val="00EA61CD"/>
    <w:rsid w:val="00EB33D5"/>
    <w:rsid w:val="00ED6819"/>
    <w:rsid w:val="00EE1CF1"/>
    <w:rsid w:val="00F01636"/>
    <w:rsid w:val="00F026A0"/>
    <w:rsid w:val="00F05A8B"/>
    <w:rsid w:val="00F2387B"/>
    <w:rsid w:val="00F35B79"/>
    <w:rsid w:val="00F41EEC"/>
    <w:rsid w:val="00F435EB"/>
    <w:rsid w:val="00F44BD8"/>
    <w:rsid w:val="00F64CEB"/>
    <w:rsid w:val="00FA0888"/>
    <w:rsid w:val="00FD5140"/>
    <w:rsid w:val="00FD6A69"/>
    <w:rsid w:val="00FE44BF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51F6854"/>
  <w15:docId w15:val="{082A8AF2-CA45-42C5-9BBA-7B70795C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リュウミンライト−ＫＬ" w:eastAsia="リュウミンライト−ＫＬ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link w:val="a7"/>
    <w:semiHidden/>
    <w:pPr>
      <w:jc w:val="right"/>
    </w:pPr>
    <w:rPr>
      <w:sz w:val="24"/>
    </w:rPr>
  </w:style>
  <w:style w:type="paragraph" w:styleId="a8">
    <w:name w:val="Body Text Indent"/>
    <w:basedOn w:val="a"/>
    <w:semiHidden/>
    <w:pPr>
      <w:ind w:left="420" w:hangingChars="200" w:hanging="420"/>
    </w:pPr>
    <w:rPr>
      <w:rFonts w:ascii="ＭＳ 明朝" w:eastAsia="ＭＳ 明朝" w:hAnsi="ＭＳ 明朝"/>
      <w:sz w:val="21"/>
      <w:szCs w:val="21"/>
    </w:rPr>
  </w:style>
  <w:style w:type="paragraph" w:styleId="2">
    <w:name w:val="Body Text Indent 2"/>
    <w:basedOn w:val="a"/>
    <w:semiHidden/>
    <w:pPr>
      <w:ind w:leftChars="33" w:left="310" w:hangingChars="100" w:hanging="233"/>
      <w:jc w:val="left"/>
    </w:pPr>
    <w:rPr>
      <w:rFonts w:ascii="ＭＳ ゴシック" w:eastAsia="ＭＳ ゴシック" w:hAnsi="Century"/>
      <w:b/>
      <w:bCs/>
      <w:spacing w:val="8"/>
      <w:kern w:val="0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7317A"/>
    <w:rPr>
      <w:rFonts w:ascii="リュウミンライト−ＫＬ" w:eastAsia="リュウミンライト−ＫＬ"/>
      <w:kern w:val="2"/>
    </w:rPr>
  </w:style>
  <w:style w:type="paragraph" w:styleId="ab">
    <w:name w:val="footer"/>
    <w:basedOn w:val="a"/>
    <w:link w:val="ac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7317A"/>
    <w:rPr>
      <w:rFonts w:ascii="リュウミンライト−ＫＬ" w:eastAsia="リュウミンライト−ＫＬ"/>
      <w:kern w:val="2"/>
    </w:rPr>
  </w:style>
  <w:style w:type="table" w:styleId="ad">
    <w:name w:val="Table Grid"/>
    <w:basedOn w:val="a1"/>
    <w:uiPriority w:val="59"/>
    <w:rsid w:val="00656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uiPriority w:val="99"/>
    <w:semiHidden/>
    <w:unhideWhenUsed/>
    <w:rsid w:val="00656C27"/>
  </w:style>
  <w:style w:type="character" w:customStyle="1" w:styleId="af">
    <w:name w:val="日付 (文字)"/>
    <w:link w:val="ae"/>
    <w:uiPriority w:val="99"/>
    <w:semiHidden/>
    <w:rsid w:val="00656C27"/>
    <w:rPr>
      <w:rFonts w:ascii="リュウミンライト−ＫＬ" w:eastAsia="リュウミンライト−ＫＬ"/>
      <w:kern w:val="2"/>
    </w:rPr>
  </w:style>
  <w:style w:type="paragraph" w:styleId="af0">
    <w:name w:val="Balloon Text"/>
    <w:basedOn w:val="a"/>
    <w:link w:val="af1"/>
    <w:uiPriority w:val="99"/>
    <w:semiHidden/>
    <w:unhideWhenUsed/>
    <w:rsid w:val="00D1631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D1631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結語 (文字)"/>
    <w:link w:val="a6"/>
    <w:semiHidden/>
    <w:rsid w:val="00440F71"/>
    <w:rPr>
      <w:rFonts w:ascii="リュウミンライト−ＫＬ" w:eastAsia="リュウミンライト−ＫＬ"/>
      <w:kern w:val="2"/>
      <w:sz w:val="24"/>
    </w:rPr>
  </w:style>
  <w:style w:type="character" w:styleId="af2">
    <w:name w:val="Hyperlink"/>
    <w:uiPriority w:val="99"/>
    <w:unhideWhenUsed/>
    <w:rsid w:val="007063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65320;&#65297;&#65303;&#36215;&#26696;&#27096;&#24335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Ｈ１７起案様式</Template>
  <TotalTime>7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様式第7号（第11条関係）</vt:lpstr>
      <vt:lpstr>様式第7号（第11条関係）</vt:lpstr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様式第7号（第11条関係）</dc:title>
  <dc:creator>学校調整課</dc:creator>
  <cp:lastModifiedBy>学校教育課　特別支援教育担当　6143</cp:lastModifiedBy>
  <cp:revision>9</cp:revision>
  <cp:lastPrinted>2021-07-29T01:22:00Z</cp:lastPrinted>
  <dcterms:created xsi:type="dcterms:W3CDTF">2019-08-08T06:40:00Z</dcterms:created>
  <dcterms:modified xsi:type="dcterms:W3CDTF">2021-08-03T00:51:00Z</dcterms:modified>
</cp:coreProperties>
</file>